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72194" w14:textId="77777777" w:rsidR="008459BE" w:rsidRPr="004B5186" w:rsidRDefault="008459BE" w:rsidP="008C76E5">
      <w:pPr>
        <w:spacing w:after="0"/>
      </w:pPr>
    </w:p>
    <w:tbl>
      <w:tblPr>
        <w:tblW w:w="10331" w:type="dxa"/>
        <w:tblInd w:w="-4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4"/>
        <w:gridCol w:w="1417"/>
      </w:tblGrid>
      <w:tr w:rsidR="008459BE" w:rsidRPr="00D435CD" w14:paraId="550A5564" w14:textId="77777777" w:rsidTr="00EF13E9">
        <w:trPr>
          <w:cantSplit/>
          <w:trHeight w:val="380"/>
        </w:trPr>
        <w:tc>
          <w:tcPr>
            <w:tcW w:w="10331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006BD636" w14:textId="646ACDD9" w:rsidR="008459BE" w:rsidRPr="008D5097" w:rsidRDefault="00E54E07" w:rsidP="008D5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sz w:val="24"/>
                <w:szCs w:val="24"/>
                <w:lang w:eastAsia="sk-SK"/>
              </w:rPr>
            </w:pPr>
            <w:r>
              <w:rPr>
                <w:rFonts w:ascii="ArialMT" w:hAnsi="ArialMT" w:cs="ArialMT"/>
                <w:sz w:val="24"/>
                <w:szCs w:val="24"/>
                <w:lang w:eastAsia="sk-SK"/>
              </w:rPr>
              <w:t>DOSTAVBA A REKONŠTRUKCIA LOŽKOVEJ ČASTI NEMOCNICE S POLIKLINIKOU V SPIŠSKEJ NOVEJ VSI</w:t>
            </w:r>
          </w:p>
          <w:p w14:paraId="76AFE5A8" w14:textId="5A7724EE" w:rsidR="008D5097" w:rsidRPr="006060A9" w:rsidRDefault="005570EB" w:rsidP="008D5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  <w:lang w:eastAsia="sk-SK"/>
              </w:rPr>
              <w:t>P</w:t>
            </w:r>
            <w:r w:rsidR="0005462F">
              <w:rPr>
                <w:rFonts w:ascii="ArialMT" w:hAnsi="ArialMT" w:cs="ArialMT"/>
                <w:sz w:val="24"/>
                <w:szCs w:val="24"/>
                <w:lang w:eastAsia="sk-SK"/>
              </w:rPr>
              <w:t xml:space="preserve">S </w:t>
            </w:r>
            <w:r w:rsidR="00E54E07">
              <w:rPr>
                <w:rFonts w:ascii="ArialMT" w:hAnsi="ArialMT" w:cs="ArialMT"/>
                <w:sz w:val="24"/>
                <w:szCs w:val="24"/>
                <w:lang w:eastAsia="sk-SK"/>
              </w:rPr>
              <w:t>1</w:t>
            </w:r>
            <w:r>
              <w:rPr>
                <w:rFonts w:ascii="ArialMT" w:hAnsi="ArialMT" w:cs="ArialMT"/>
                <w:sz w:val="24"/>
                <w:szCs w:val="24"/>
                <w:lang w:eastAsia="sk-SK"/>
              </w:rPr>
              <w:t>0 –</w:t>
            </w:r>
            <w:r w:rsidR="0005462F">
              <w:rPr>
                <w:rFonts w:ascii="ArialMT" w:hAnsi="ArialMT" w:cs="ArialMT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  <w:lang w:eastAsia="sk-SK"/>
              </w:rPr>
              <w:t>Parkovací systém</w:t>
            </w:r>
          </w:p>
        </w:tc>
      </w:tr>
      <w:tr w:rsidR="008459BE" w:rsidRPr="00D435CD" w14:paraId="7D8D64BC" w14:textId="77777777" w:rsidTr="00EF13E9">
        <w:trPr>
          <w:cantSplit/>
          <w:trHeight w:val="380"/>
        </w:trPr>
        <w:tc>
          <w:tcPr>
            <w:tcW w:w="8914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14:paraId="087AC4CF" w14:textId="77777777" w:rsidR="008459BE" w:rsidRPr="006F6FB6" w:rsidRDefault="008459BE" w:rsidP="006060A9">
            <w:pPr>
              <w:spacing w:after="0"/>
              <w:rPr>
                <w:b/>
                <w:sz w:val="20"/>
                <w:szCs w:val="20"/>
              </w:rPr>
            </w:pPr>
            <w:r w:rsidRPr="006F6FB6">
              <w:rPr>
                <w:b/>
                <w:sz w:val="20"/>
                <w:szCs w:val="20"/>
              </w:rPr>
              <w:t>OBSAH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14:paraId="68DCE6C1" w14:textId="77777777" w:rsidR="008459BE" w:rsidRPr="006F6FB6" w:rsidRDefault="008459BE" w:rsidP="006060A9">
            <w:pPr>
              <w:spacing w:after="0"/>
              <w:rPr>
                <w:b/>
                <w:sz w:val="20"/>
                <w:szCs w:val="20"/>
              </w:rPr>
            </w:pPr>
            <w:r w:rsidRPr="006F6FB6">
              <w:rPr>
                <w:b/>
                <w:sz w:val="20"/>
                <w:szCs w:val="20"/>
              </w:rPr>
              <w:t>Č. výkresu</w:t>
            </w:r>
          </w:p>
        </w:tc>
      </w:tr>
      <w:tr w:rsidR="008459BE" w14:paraId="386E6C87" w14:textId="77777777" w:rsidTr="00EF13E9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45E6C58" w14:textId="77777777" w:rsidR="008459BE" w:rsidRPr="00DA0B3F" w:rsidRDefault="008459BE" w:rsidP="006060A9">
            <w:pPr>
              <w:spacing w:after="0"/>
              <w:ind w:left="366"/>
            </w:pPr>
            <w:r w:rsidRPr="00DA0B3F">
              <w:rPr>
                <w:b/>
              </w:rPr>
              <w:t>Písomnosti: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256F431D" w14:textId="77777777" w:rsidR="008459BE" w:rsidRDefault="008459BE" w:rsidP="00571FA5">
            <w:pPr>
              <w:spacing w:after="0"/>
              <w:jc w:val="center"/>
            </w:pPr>
          </w:p>
        </w:tc>
      </w:tr>
      <w:tr w:rsidR="008459BE" w14:paraId="10044C6A" w14:textId="77777777" w:rsidTr="00EF13E9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F464B55" w14:textId="77777777" w:rsidR="008459BE" w:rsidRPr="00DA0B3F" w:rsidRDefault="008459BE" w:rsidP="00E60147">
            <w:pPr>
              <w:spacing w:after="0"/>
              <w:ind w:left="650"/>
            </w:pPr>
            <w:r w:rsidRPr="00DA0B3F">
              <w:t>Technická správa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46C50958" w14:textId="77777777" w:rsidR="008459BE" w:rsidRDefault="008459BE" w:rsidP="00E60147">
            <w:pPr>
              <w:spacing w:after="0"/>
              <w:jc w:val="center"/>
            </w:pPr>
          </w:p>
        </w:tc>
      </w:tr>
      <w:tr w:rsidR="008459BE" w14:paraId="42E77728" w14:textId="77777777" w:rsidTr="00EF13E9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FF43103" w14:textId="1A8EA1EA" w:rsidR="008459BE" w:rsidRPr="00DA0B3F" w:rsidRDefault="008459BE" w:rsidP="00FF06BF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260903E7" w14:textId="77777777" w:rsidR="008459BE" w:rsidRDefault="008459BE" w:rsidP="00571FA5">
            <w:pPr>
              <w:spacing w:after="0"/>
              <w:jc w:val="center"/>
            </w:pPr>
          </w:p>
        </w:tc>
      </w:tr>
      <w:tr w:rsidR="008459BE" w14:paraId="3F39E585" w14:textId="77777777" w:rsidTr="00EF13E9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4D302E3" w14:textId="77777777" w:rsidR="008459BE" w:rsidRPr="00DC05AA" w:rsidRDefault="008459BE" w:rsidP="006060A9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6E2291A2" w14:textId="77777777" w:rsidR="008459BE" w:rsidRDefault="008459BE" w:rsidP="00571FA5">
            <w:pPr>
              <w:spacing w:after="0"/>
              <w:jc w:val="center"/>
            </w:pPr>
          </w:p>
        </w:tc>
      </w:tr>
      <w:tr w:rsidR="008459BE" w14:paraId="16F5926E" w14:textId="77777777" w:rsidTr="00EF13E9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B26E7EC" w14:textId="77777777" w:rsidR="008459BE" w:rsidRPr="00DA0B3F" w:rsidRDefault="008459BE" w:rsidP="006060A9">
            <w:pPr>
              <w:spacing w:after="0"/>
              <w:ind w:left="366"/>
              <w:rPr>
                <w:b/>
              </w:rPr>
            </w:pPr>
            <w:r w:rsidRPr="00DA0B3F">
              <w:rPr>
                <w:b/>
              </w:rPr>
              <w:t>Výkresy: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0E9C22F4" w14:textId="77777777" w:rsidR="008459BE" w:rsidRDefault="008459BE" w:rsidP="00571FA5">
            <w:pPr>
              <w:spacing w:after="0"/>
              <w:jc w:val="center"/>
            </w:pPr>
          </w:p>
        </w:tc>
      </w:tr>
      <w:tr w:rsidR="008459BE" w14:paraId="64B9E28D" w14:textId="77777777" w:rsidTr="00D77E01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FF4ABE" w14:textId="667DE695" w:rsidR="008459BE" w:rsidRPr="00DA0B3F" w:rsidRDefault="00CC32FF" w:rsidP="00D77E01">
            <w:pPr>
              <w:spacing w:after="0"/>
              <w:ind w:left="650"/>
            </w:pPr>
            <w:r>
              <w:t>Situácia</w:t>
            </w:r>
            <w:r w:rsidR="006C62E5">
              <w:t xml:space="preserve"> - silnoprúd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DE3517D" w14:textId="77777777" w:rsidR="008459BE" w:rsidRDefault="008459BE" w:rsidP="00D77E01">
            <w:pPr>
              <w:spacing w:after="0"/>
              <w:ind w:left="650"/>
            </w:pPr>
            <w:r>
              <w:t>01</w:t>
            </w:r>
          </w:p>
        </w:tc>
      </w:tr>
      <w:tr w:rsidR="00D77E01" w14:paraId="0738C115" w14:textId="77777777" w:rsidTr="00D77E01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3539A0" w14:textId="61E140C4" w:rsidR="00D77E01" w:rsidRPr="00DA0B3F" w:rsidRDefault="006C62E5" w:rsidP="00D77E01">
            <w:pPr>
              <w:spacing w:after="0"/>
              <w:ind w:left="650"/>
            </w:pPr>
            <w:bookmarkStart w:id="0" w:name="_Hlk145675287"/>
            <w:r>
              <w:t>Situácia - slaboprúd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6F0995F" w14:textId="27AB01FE" w:rsidR="00D77E01" w:rsidRDefault="006C62E5" w:rsidP="00D77E01">
            <w:pPr>
              <w:spacing w:after="0"/>
              <w:ind w:left="650"/>
            </w:pPr>
            <w:r>
              <w:t>02</w:t>
            </w:r>
          </w:p>
        </w:tc>
      </w:tr>
      <w:bookmarkEnd w:id="0"/>
      <w:tr w:rsidR="00D76B41" w14:paraId="6698EEB0" w14:textId="77777777" w:rsidTr="00D77E01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63671C" w14:textId="6EB3BB75" w:rsidR="00D76B41" w:rsidRPr="00DA0B3F" w:rsidRDefault="00D76B41" w:rsidP="00D76B41">
            <w:pPr>
              <w:spacing w:after="0"/>
              <w:ind w:left="650"/>
            </w:pPr>
            <w:r>
              <w:t>Rozvádzač P2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F7780E7" w14:textId="2C1FD8E5" w:rsidR="00D76B41" w:rsidRDefault="00D76B41" w:rsidP="00D76B41">
            <w:pPr>
              <w:spacing w:after="0"/>
              <w:ind w:left="650"/>
            </w:pPr>
            <w:r>
              <w:t>03</w:t>
            </w:r>
          </w:p>
        </w:tc>
      </w:tr>
      <w:tr w:rsidR="00D76B41" w14:paraId="71A731DB" w14:textId="77777777" w:rsidTr="00185195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F96DC7" w14:textId="1DEFB443" w:rsidR="00D76B41" w:rsidRPr="00DA0B3F" w:rsidRDefault="00D76B41" w:rsidP="00D76B41">
            <w:pPr>
              <w:spacing w:after="0"/>
              <w:ind w:left="650"/>
            </w:pPr>
            <w:r>
              <w:t>Rozvádzač P3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2F5255C" w14:textId="5A71F557" w:rsidR="00D76B41" w:rsidRDefault="00D76B41" w:rsidP="00D76B41">
            <w:pPr>
              <w:spacing w:after="0"/>
              <w:ind w:left="650"/>
            </w:pPr>
            <w:r>
              <w:t>04</w:t>
            </w:r>
          </w:p>
        </w:tc>
      </w:tr>
      <w:tr w:rsidR="00F77C91" w14:paraId="06341062" w14:textId="77777777" w:rsidTr="00D77E01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2627F" w14:textId="46D57BCD" w:rsidR="00F77C91" w:rsidRPr="00DA0B3F" w:rsidRDefault="00D76B41" w:rsidP="00D77E01">
            <w:pPr>
              <w:spacing w:after="0"/>
              <w:ind w:left="650"/>
            </w:pPr>
            <w:r>
              <w:t>Stavebná pripravenosť - závory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E798019" w14:textId="5DB88276" w:rsidR="00F77C91" w:rsidRDefault="00222CEC" w:rsidP="00D77E01">
            <w:pPr>
              <w:spacing w:after="0"/>
              <w:ind w:left="650"/>
            </w:pPr>
            <w:r>
              <w:t>05</w:t>
            </w:r>
          </w:p>
        </w:tc>
      </w:tr>
      <w:tr w:rsidR="00F77C91" w14:paraId="7BD7750D" w14:textId="77777777" w:rsidTr="00D77E01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78E5E8" w14:textId="799B1D6E" w:rsidR="00F77C91" w:rsidRPr="00DA0B3F" w:rsidRDefault="00D76B41" w:rsidP="00D77E01">
            <w:pPr>
              <w:spacing w:after="0"/>
              <w:ind w:left="650"/>
            </w:pPr>
            <w:r>
              <w:t xml:space="preserve">Stavebná pripravenosť </w:t>
            </w:r>
            <w:r w:rsidR="00A33757">
              <w:t>–</w:t>
            </w:r>
            <w:r>
              <w:t xml:space="preserve"> </w:t>
            </w:r>
            <w:r w:rsidR="00A33757">
              <w:t>parkovací automat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218C8AD" w14:textId="76B775C3" w:rsidR="00F77C91" w:rsidRDefault="00A33757" w:rsidP="00D77E01">
            <w:pPr>
              <w:spacing w:after="0"/>
              <w:ind w:left="650"/>
            </w:pPr>
            <w:r>
              <w:t>06</w:t>
            </w:r>
          </w:p>
        </w:tc>
      </w:tr>
      <w:tr w:rsidR="00F77C91" w14:paraId="68AA32AA" w14:textId="77777777" w:rsidTr="00D77E01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46AB63" w14:textId="77777777" w:rsidR="00F77C91" w:rsidRPr="00DA0B3F" w:rsidRDefault="00F77C91" w:rsidP="00D77E01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829DA58" w14:textId="77777777" w:rsidR="00F77C91" w:rsidRDefault="00F77C91" w:rsidP="00D77E01">
            <w:pPr>
              <w:spacing w:after="0"/>
              <w:ind w:left="650"/>
            </w:pPr>
          </w:p>
        </w:tc>
      </w:tr>
      <w:tr w:rsidR="008459BE" w:rsidRPr="007856F7" w14:paraId="168DB9DB" w14:textId="77777777" w:rsidTr="00EF13E9">
        <w:trPr>
          <w:cantSplit/>
          <w:trHeight w:val="397"/>
        </w:trPr>
        <w:tc>
          <w:tcPr>
            <w:tcW w:w="8914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vAlign w:val="bottom"/>
          </w:tcPr>
          <w:p w14:paraId="1409CECD" w14:textId="77777777" w:rsidR="008459BE" w:rsidRPr="007856F7" w:rsidRDefault="008459BE" w:rsidP="00FF06BF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bottom"/>
          </w:tcPr>
          <w:p w14:paraId="574F416C" w14:textId="77777777" w:rsidR="008459BE" w:rsidRPr="007856F7" w:rsidRDefault="008459BE" w:rsidP="00FF06BF">
            <w:pPr>
              <w:spacing w:after="0" w:line="240" w:lineRule="auto"/>
              <w:rPr>
                <w:b/>
              </w:rPr>
            </w:pPr>
          </w:p>
        </w:tc>
      </w:tr>
    </w:tbl>
    <w:p w14:paraId="561FD66E" w14:textId="77777777" w:rsidR="008459BE" w:rsidRDefault="008459BE" w:rsidP="006368BF">
      <w:pPr>
        <w:spacing w:after="0"/>
      </w:pPr>
    </w:p>
    <w:sectPr w:rsidR="008459BE" w:rsidSect="00EF13E9">
      <w:headerReference w:type="default" r:id="rId7"/>
      <w:headerReference w:type="first" r:id="rId8"/>
      <w:pgSz w:w="11907" w:h="16839" w:code="9"/>
      <w:pgMar w:top="2696" w:right="851" w:bottom="899" w:left="1418" w:header="680" w:footer="284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1FC25" w14:textId="77777777" w:rsidR="00BC7719" w:rsidRDefault="00BC7719" w:rsidP="00036094">
      <w:pPr>
        <w:spacing w:after="0" w:line="240" w:lineRule="auto"/>
      </w:pPr>
      <w:r>
        <w:separator/>
      </w:r>
    </w:p>
  </w:endnote>
  <w:endnote w:type="continuationSeparator" w:id="0">
    <w:p w14:paraId="0F0922A0" w14:textId="77777777" w:rsidR="00BC7719" w:rsidRDefault="00BC7719" w:rsidP="00036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B4744" w14:textId="77777777" w:rsidR="00BC7719" w:rsidRDefault="00BC7719" w:rsidP="00036094">
      <w:pPr>
        <w:spacing w:after="0" w:line="240" w:lineRule="auto"/>
      </w:pPr>
      <w:r>
        <w:separator/>
      </w:r>
    </w:p>
  </w:footnote>
  <w:footnote w:type="continuationSeparator" w:id="0">
    <w:p w14:paraId="4520605F" w14:textId="77777777" w:rsidR="00BC7719" w:rsidRDefault="00BC7719" w:rsidP="00036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0781" w14:textId="77777777" w:rsidR="008459BE" w:rsidRDefault="008459BE" w:rsidP="00832CE1">
    <w:pPr>
      <w:spacing w:after="0"/>
      <w:ind w:left="6372" w:right="-569"/>
    </w:pPr>
    <w:r w:rsidRPr="00CC3FD7">
      <w:rPr>
        <w:caps/>
      </w:rPr>
      <w:t xml:space="preserve">       </w:t>
    </w:r>
    <w:r w:rsidRPr="00CC3FD7">
      <w:rPr>
        <w:caps/>
      </w:rPr>
      <w:tab/>
    </w:r>
  </w:p>
  <w:p w14:paraId="7188A29F" w14:textId="77777777" w:rsidR="008459BE" w:rsidRDefault="008459BE" w:rsidP="004D64E0">
    <w:pPr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CD907" w14:textId="2F6D1C68" w:rsidR="008459BE" w:rsidRDefault="008459BE" w:rsidP="006F6FB6">
    <w:pPr>
      <w:spacing w:after="0"/>
      <w:ind w:left="6372" w:right="-569"/>
      <w:jc w:val="center"/>
    </w:pPr>
  </w:p>
  <w:p w14:paraId="27350CC9" w14:textId="77777777" w:rsidR="008459BE" w:rsidRDefault="008459BE" w:rsidP="00B13D8C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73C7D"/>
    <w:multiLevelType w:val="multilevel"/>
    <w:tmpl w:val="AF96B24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F887487"/>
    <w:multiLevelType w:val="hybridMultilevel"/>
    <w:tmpl w:val="749E7180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F74A7E"/>
    <w:multiLevelType w:val="multilevel"/>
    <w:tmpl w:val="2A1A79DA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17705250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2722A90"/>
    <w:multiLevelType w:val="multilevel"/>
    <w:tmpl w:val="1120639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24365461"/>
    <w:multiLevelType w:val="hybridMultilevel"/>
    <w:tmpl w:val="29C60616"/>
    <w:lvl w:ilvl="0" w:tplc="FFFFFFFF">
      <w:start w:val="42"/>
      <w:numFmt w:val="bullet"/>
      <w:lvlText w:val="-"/>
      <w:lvlJc w:val="left"/>
      <w:pPr>
        <w:tabs>
          <w:tab w:val="num" w:pos="4329"/>
        </w:tabs>
        <w:ind w:left="432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5049"/>
        </w:tabs>
        <w:ind w:left="50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5769"/>
        </w:tabs>
        <w:ind w:left="57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6489"/>
        </w:tabs>
        <w:ind w:left="64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7209"/>
        </w:tabs>
        <w:ind w:left="720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7929"/>
        </w:tabs>
        <w:ind w:left="79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8649"/>
        </w:tabs>
        <w:ind w:left="86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9369"/>
        </w:tabs>
        <w:ind w:left="936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10089"/>
        </w:tabs>
        <w:ind w:left="10089" w:hanging="360"/>
      </w:pPr>
      <w:rPr>
        <w:rFonts w:ascii="Wingdings" w:hAnsi="Wingdings" w:hint="default"/>
      </w:rPr>
    </w:lvl>
  </w:abstractNum>
  <w:abstractNum w:abstractNumId="6" w15:restartNumberingAfterBreak="0">
    <w:nsid w:val="27774C55"/>
    <w:multiLevelType w:val="hybridMultilevel"/>
    <w:tmpl w:val="585AF21C"/>
    <w:lvl w:ilvl="0" w:tplc="591AD14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D02258"/>
    <w:multiLevelType w:val="multilevel"/>
    <w:tmpl w:val="991898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8" w15:restartNumberingAfterBreak="0">
    <w:nsid w:val="37E63C03"/>
    <w:multiLevelType w:val="multilevel"/>
    <w:tmpl w:val="DC761E6C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45A501D3"/>
    <w:multiLevelType w:val="multilevel"/>
    <w:tmpl w:val="4142E328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cs="Times New Roman" w:hint="default"/>
      </w:rPr>
    </w:lvl>
  </w:abstractNum>
  <w:abstractNum w:abstractNumId="10" w15:restartNumberingAfterBreak="0">
    <w:nsid w:val="4661438E"/>
    <w:multiLevelType w:val="singleLevel"/>
    <w:tmpl w:val="B54491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 w15:restartNumberingAfterBreak="0">
    <w:nsid w:val="47751BEC"/>
    <w:multiLevelType w:val="multilevel"/>
    <w:tmpl w:val="83D64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8E3587"/>
    <w:multiLevelType w:val="hybridMultilevel"/>
    <w:tmpl w:val="1F2AD03A"/>
    <w:lvl w:ilvl="0" w:tplc="D58AC7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0C3462"/>
    <w:multiLevelType w:val="multilevel"/>
    <w:tmpl w:val="9D3E0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F4016D8"/>
    <w:multiLevelType w:val="hybridMultilevel"/>
    <w:tmpl w:val="FE269E38"/>
    <w:lvl w:ilvl="0" w:tplc="9432D7A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82676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6443169">
    <w:abstractNumId w:val="12"/>
  </w:num>
  <w:num w:numId="3" w16cid:durableId="1719472405">
    <w:abstractNumId w:val="11"/>
  </w:num>
  <w:num w:numId="4" w16cid:durableId="786512200">
    <w:abstractNumId w:val="0"/>
  </w:num>
  <w:num w:numId="5" w16cid:durableId="1261255046">
    <w:abstractNumId w:val="14"/>
  </w:num>
  <w:num w:numId="6" w16cid:durableId="626281360">
    <w:abstractNumId w:val="9"/>
  </w:num>
  <w:num w:numId="7" w16cid:durableId="1273783302">
    <w:abstractNumId w:val="2"/>
  </w:num>
  <w:num w:numId="8" w16cid:durableId="826627276">
    <w:abstractNumId w:val="6"/>
  </w:num>
  <w:num w:numId="9" w16cid:durableId="1987078700">
    <w:abstractNumId w:val="10"/>
  </w:num>
  <w:num w:numId="10" w16cid:durableId="1437363126">
    <w:abstractNumId w:val="4"/>
  </w:num>
  <w:num w:numId="11" w16cid:durableId="2006741630">
    <w:abstractNumId w:val="5"/>
  </w:num>
  <w:num w:numId="12" w16cid:durableId="284043951">
    <w:abstractNumId w:val="3"/>
  </w:num>
  <w:num w:numId="13" w16cid:durableId="2136484598">
    <w:abstractNumId w:val="8"/>
  </w:num>
  <w:num w:numId="14" w16cid:durableId="821434018">
    <w:abstractNumId w:val="7"/>
  </w:num>
  <w:num w:numId="15" w16cid:durableId="33793224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746"/>
    <w:rsid w:val="00001622"/>
    <w:rsid w:val="00006990"/>
    <w:rsid w:val="00020D55"/>
    <w:rsid w:val="000227E4"/>
    <w:rsid w:val="00023A67"/>
    <w:rsid w:val="000308DC"/>
    <w:rsid w:val="00036094"/>
    <w:rsid w:val="00040626"/>
    <w:rsid w:val="00045B2A"/>
    <w:rsid w:val="00050653"/>
    <w:rsid w:val="00052048"/>
    <w:rsid w:val="0005462F"/>
    <w:rsid w:val="00064432"/>
    <w:rsid w:val="00073A67"/>
    <w:rsid w:val="00073E2D"/>
    <w:rsid w:val="0007408B"/>
    <w:rsid w:val="00082703"/>
    <w:rsid w:val="00085BA7"/>
    <w:rsid w:val="00095B54"/>
    <w:rsid w:val="000B1635"/>
    <w:rsid w:val="000C1FD9"/>
    <w:rsid w:val="000C5DAC"/>
    <w:rsid w:val="000C6B1F"/>
    <w:rsid w:val="000D0E12"/>
    <w:rsid w:val="000E6311"/>
    <w:rsid w:val="000F189A"/>
    <w:rsid w:val="00101090"/>
    <w:rsid w:val="0010112B"/>
    <w:rsid w:val="0010441E"/>
    <w:rsid w:val="0010473C"/>
    <w:rsid w:val="00105B11"/>
    <w:rsid w:val="00107326"/>
    <w:rsid w:val="0011035D"/>
    <w:rsid w:val="001105B9"/>
    <w:rsid w:val="0011168F"/>
    <w:rsid w:val="00111889"/>
    <w:rsid w:val="00122B61"/>
    <w:rsid w:val="00125818"/>
    <w:rsid w:val="00137C5E"/>
    <w:rsid w:val="00142BDC"/>
    <w:rsid w:val="001519BC"/>
    <w:rsid w:val="001524C9"/>
    <w:rsid w:val="00156FC5"/>
    <w:rsid w:val="00160E7F"/>
    <w:rsid w:val="00163837"/>
    <w:rsid w:val="001639F8"/>
    <w:rsid w:val="00164716"/>
    <w:rsid w:val="001701CE"/>
    <w:rsid w:val="0017232A"/>
    <w:rsid w:val="0017378C"/>
    <w:rsid w:val="001761AD"/>
    <w:rsid w:val="00180E3A"/>
    <w:rsid w:val="00180E57"/>
    <w:rsid w:val="00181AB2"/>
    <w:rsid w:val="001821F8"/>
    <w:rsid w:val="00183ED8"/>
    <w:rsid w:val="00184127"/>
    <w:rsid w:val="00191D67"/>
    <w:rsid w:val="001A12CB"/>
    <w:rsid w:val="001A6427"/>
    <w:rsid w:val="001B524A"/>
    <w:rsid w:val="001B6626"/>
    <w:rsid w:val="001B68BC"/>
    <w:rsid w:val="001B6FF8"/>
    <w:rsid w:val="001B7F49"/>
    <w:rsid w:val="001C229E"/>
    <w:rsid w:val="001C39DD"/>
    <w:rsid w:val="001C3FC9"/>
    <w:rsid w:val="001D0BCD"/>
    <w:rsid w:val="001D4ED8"/>
    <w:rsid w:val="001E4FDB"/>
    <w:rsid w:val="001F3033"/>
    <w:rsid w:val="001F604C"/>
    <w:rsid w:val="001F73DC"/>
    <w:rsid w:val="001F78CD"/>
    <w:rsid w:val="002018B7"/>
    <w:rsid w:val="00202B7E"/>
    <w:rsid w:val="00203CDD"/>
    <w:rsid w:val="00204328"/>
    <w:rsid w:val="00205AC6"/>
    <w:rsid w:val="00210CC8"/>
    <w:rsid w:val="002115E8"/>
    <w:rsid w:val="0021182D"/>
    <w:rsid w:val="002125D4"/>
    <w:rsid w:val="00222CEC"/>
    <w:rsid w:val="00225D66"/>
    <w:rsid w:val="0023316C"/>
    <w:rsid w:val="00234976"/>
    <w:rsid w:val="002362A1"/>
    <w:rsid w:val="00236C0F"/>
    <w:rsid w:val="002415BE"/>
    <w:rsid w:val="002417E7"/>
    <w:rsid w:val="002440F1"/>
    <w:rsid w:val="00251DBB"/>
    <w:rsid w:val="00252750"/>
    <w:rsid w:val="0026013E"/>
    <w:rsid w:val="00267D47"/>
    <w:rsid w:val="002733B2"/>
    <w:rsid w:val="00275134"/>
    <w:rsid w:val="00280524"/>
    <w:rsid w:val="002820BE"/>
    <w:rsid w:val="00282BD7"/>
    <w:rsid w:val="0028696E"/>
    <w:rsid w:val="00287898"/>
    <w:rsid w:val="0029129C"/>
    <w:rsid w:val="00295576"/>
    <w:rsid w:val="00295EFD"/>
    <w:rsid w:val="00296555"/>
    <w:rsid w:val="002A0DAC"/>
    <w:rsid w:val="002A0E11"/>
    <w:rsid w:val="002A2B79"/>
    <w:rsid w:val="002A358E"/>
    <w:rsid w:val="002A3932"/>
    <w:rsid w:val="002A4418"/>
    <w:rsid w:val="002B32CB"/>
    <w:rsid w:val="002B7039"/>
    <w:rsid w:val="002B7359"/>
    <w:rsid w:val="002C1999"/>
    <w:rsid w:val="002C2112"/>
    <w:rsid w:val="002C351D"/>
    <w:rsid w:val="002D0890"/>
    <w:rsid w:val="002D3B88"/>
    <w:rsid w:val="002D5DC8"/>
    <w:rsid w:val="002E24BB"/>
    <w:rsid w:val="002E4742"/>
    <w:rsid w:val="002E6BAC"/>
    <w:rsid w:val="00301941"/>
    <w:rsid w:val="0030611B"/>
    <w:rsid w:val="00310011"/>
    <w:rsid w:val="0031063A"/>
    <w:rsid w:val="00311AE4"/>
    <w:rsid w:val="003148C3"/>
    <w:rsid w:val="0031719F"/>
    <w:rsid w:val="00320650"/>
    <w:rsid w:val="00333288"/>
    <w:rsid w:val="00333F07"/>
    <w:rsid w:val="003361F9"/>
    <w:rsid w:val="003371A8"/>
    <w:rsid w:val="00340810"/>
    <w:rsid w:val="00343C37"/>
    <w:rsid w:val="00346B07"/>
    <w:rsid w:val="00347DBF"/>
    <w:rsid w:val="00355AF9"/>
    <w:rsid w:val="0036119D"/>
    <w:rsid w:val="00365990"/>
    <w:rsid w:val="00371D2E"/>
    <w:rsid w:val="003737F9"/>
    <w:rsid w:val="0037421D"/>
    <w:rsid w:val="00376D74"/>
    <w:rsid w:val="0038007A"/>
    <w:rsid w:val="003816F9"/>
    <w:rsid w:val="0038387D"/>
    <w:rsid w:val="003909EF"/>
    <w:rsid w:val="003927ED"/>
    <w:rsid w:val="00396529"/>
    <w:rsid w:val="00397E73"/>
    <w:rsid w:val="003A3EB1"/>
    <w:rsid w:val="003A6570"/>
    <w:rsid w:val="003B5576"/>
    <w:rsid w:val="003C3218"/>
    <w:rsid w:val="003C3E2F"/>
    <w:rsid w:val="003C52C1"/>
    <w:rsid w:val="003C7C71"/>
    <w:rsid w:val="003D2778"/>
    <w:rsid w:val="003D35E7"/>
    <w:rsid w:val="003D3850"/>
    <w:rsid w:val="003D629B"/>
    <w:rsid w:val="003D6A24"/>
    <w:rsid w:val="003D6D20"/>
    <w:rsid w:val="003E2EE6"/>
    <w:rsid w:val="003E6C37"/>
    <w:rsid w:val="003F3400"/>
    <w:rsid w:val="003F4107"/>
    <w:rsid w:val="003F4B0D"/>
    <w:rsid w:val="00400CFA"/>
    <w:rsid w:val="00402342"/>
    <w:rsid w:val="00411207"/>
    <w:rsid w:val="00412FC4"/>
    <w:rsid w:val="00416C1B"/>
    <w:rsid w:val="00427B5A"/>
    <w:rsid w:val="00431839"/>
    <w:rsid w:val="00432D59"/>
    <w:rsid w:val="00436519"/>
    <w:rsid w:val="004367A2"/>
    <w:rsid w:val="004442C7"/>
    <w:rsid w:val="004465FF"/>
    <w:rsid w:val="00451B10"/>
    <w:rsid w:val="00452084"/>
    <w:rsid w:val="00464542"/>
    <w:rsid w:val="00466C34"/>
    <w:rsid w:val="00482352"/>
    <w:rsid w:val="00486C3F"/>
    <w:rsid w:val="0049090A"/>
    <w:rsid w:val="004940A1"/>
    <w:rsid w:val="00497A35"/>
    <w:rsid w:val="004A09B4"/>
    <w:rsid w:val="004A31EE"/>
    <w:rsid w:val="004A3579"/>
    <w:rsid w:val="004A5DA4"/>
    <w:rsid w:val="004B16EB"/>
    <w:rsid w:val="004B5186"/>
    <w:rsid w:val="004C3380"/>
    <w:rsid w:val="004C485D"/>
    <w:rsid w:val="004C55B5"/>
    <w:rsid w:val="004C68BB"/>
    <w:rsid w:val="004D192A"/>
    <w:rsid w:val="004D282B"/>
    <w:rsid w:val="004D5881"/>
    <w:rsid w:val="004D64E0"/>
    <w:rsid w:val="004D7885"/>
    <w:rsid w:val="004F11CA"/>
    <w:rsid w:val="004F5648"/>
    <w:rsid w:val="005045A5"/>
    <w:rsid w:val="00506BD9"/>
    <w:rsid w:val="00511AC5"/>
    <w:rsid w:val="00515DB8"/>
    <w:rsid w:val="005222DA"/>
    <w:rsid w:val="00526409"/>
    <w:rsid w:val="00532324"/>
    <w:rsid w:val="00533A6F"/>
    <w:rsid w:val="00540B29"/>
    <w:rsid w:val="00540EE1"/>
    <w:rsid w:val="00543916"/>
    <w:rsid w:val="005526B8"/>
    <w:rsid w:val="005570EB"/>
    <w:rsid w:val="00557508"/>
    <w:rsid w:val="005620E5"/>
    <w:rsid w:val="00562877"/>
    <w:rsid w:val="00563D42"/>
    <w:rsid w:val="00567E49"/>
    <w:rsid w:val="00571F47"/>
    <w:rsid w:val="00571FA5"/>
    <w:rsid w:val="00576844"/>
    <w:rsid w:val="00580A7B"/>
    <w:rsid w:val="00583346"/>
    <w:rsid w:val="005906BF"/>
    <w:rsid w:val="0059329A"/>
    <w:rsid w:val="00593705"/>
    <w:rsid w:val="00594243"/>
    <w:rsid w:val="005A07A0"/>
    <w:rsid w:val="005A1454"/>
    <w:rsid w:val="005A1746"/>
    <w:rsid w:val="005A5716"/>
    <w:rsid w:val="005A6D50"/>
    <w:rsid w:val="005B12A5"/>
    <w:rsid w:val="005B760C"/>
    <w:rsid w:val="005C3D0F"/>
    <w:rsid w:val="005D3AED"/>
    <w:rsid w:val="005D528B"/>
    <w:rsid w:val="005D55DF"/>
    <w:rsid w:val="005D5F44"/>
    <w:rsid w:val="005D6BA1"/>
    <w:rsid w:val="005E0CF0"/>
    <w:rsid w:val="005E6CE4"/>
    <w:rsid w:val="005E74DD"/>
    <w:rsid w:val="005F153D"/>
    <w:rsid w:val="005F1B98"/>
    <w:rsid w:val="005F3FFE"/>
    <w:rsid w:val="005F5100"/>
    <w:rsid w:val="0060595D"/>
    <w:rsid w:val="006060A9"/>
    <w:rsid w:val="00611ED3"/>
    <w:rsid w:val="006137C5"/>
    <w:rsid w:val="006316C9"/>
    <w:rsid w:val="00636570"/>
    <w:rsid w:val="006368BF"/>
    <w:rsid w:val="006403B3"/>
    <w:rsid w:val="00646D07"/>
    <w:rsid w:val="006519C7"/>
    <w:rsid w:val="006534C0"/>
    <w:rsid w:val="00655CA1"/>
    <w:rsid w:val="00666DEF"/>
    <w:rsid w:val="00677083"/>
    <w:rsid w:val="00680157"/>
    <w:rsid w:val="0068086B"/>
    <w:rsid w:val="00682BE0"/>
    <w:rsid w:val="00686868"/>
    <w:rsid w:val="00686DEE"/>
    <w:rsid w:val="00692F22"/>
    <w:rsid w:val="006A1EF6"/>
    <w:rsid w:val="006A233B"/>
    <w:rsid w:val="006A3CCF"/>
    <w:rsid w:val="006B1613"/>
    <w:rsid w:val="006C62E5"/>
    <w:rsid w:val="006D03FC"/>
    <w:rsid w:val="006D1B04"/>
    <w:rsid w:val="006D3093"/>
    <w:rsid w:val="006D5ED4"/>
    <w:rsid w:val="006E3898"/>
    <w:rsid w:val="006E3D3B"/>
    <w:rsid w:val="006F03C3"/>
    <w:rsid w:val="006F25E6"/>
    <w:rsid w:val="006F400A"/>
    <w:rsid w:val="006F621F"/>
    <w:rsid w:val="006F6FB6"/>
    <w:rsid w:val="00700ABE"/>
    <w:rsid w:val="00704644"/>
    <w:rsid w:val="007061CF"/>
    <w:rsid w:val="00706D1B"/>
    <w:rsid w:val="00707747"/>
    <w:rsid w:val="00713453"/>
    <w:rsid w:val="00714183"/>
    <w:rsid w:val="00722C11"/>
    <w:rsid w:val="00723043"/>
    <w:rsid w:val="00723DAC"/>
    <w:rsid w:val="007242C0"/>
    <w:rsid w:val="007270CB"/>
    <w:rsid w:val="00727E4B"/>
    <w:rsid w:val="00733A1F"/>
    <w:rsid w:val="00747A4C"/>
    <w:rsid w:val="007517EC"/>
    <w:rsid w:val="00752EDB"/>
    <w:rsid w:val="007541C4"/>
    <w:rsid w:val="00756EAA"/>
    <w:rsid w:val="00760187"/>
    <w:rsid w:val="00765127"/>
    <w:rsid w:val="00767D0E"/>
    <w:rsid w:val="00773FC0"/>
    <w:rsid w:val="00775A6C"/>
    <w:rsid w:val="00780AE4"/>
    <w:rsid w:val="007856F7"/>
    <w:rsid w:val="00786097"/>
    <w:rsid w:val="007904B8"/>
    <w:rsid w:val="007919A4"/>
    <w:rsid w:val="00794339"/>
    <w:rsid w:val="007973D2"/>
    <w:rsid w:val="007A015F"/>
    <w:rsid w:val="007A3903"/>
    <w:rsid w:val="007B1B13"/>
    <w:rsid w:val="007B2695"/>
    <w:rsid w:val="007B51E3"/>
    <w:rsid w:val="007C7487"/>
    <w:rsid w:val="007D31E6"/>
    <w:rsid w:val="007D7EE3"/>
    <w:rsid w:val="007E4494"/>
    <w:rsid w:val="007E79E7"/>
    <w:rsid w:val="007F14FF"/>
    <w:rsid w:val="007F20F2"/>
    <w:rsid w:val="0080387D"/>
    <w:rsid w:val="00811789"/>
    <w:rsid w:val="00812BD0"/>
    <w:rsid w:val="0081367C"/>
    <w:rsid w:val="00826B1D"/>
    <w:rsid w:val="00832CE1"/>
    <w:rsid w:val="00842415"/>
    <w:rsid w:val="008459BE"/>
    <w:rsid w:val="00847078"/>
    <w:rsid w:val="008503F0"/>
    <w:rsid w:val="0085117F"/>
    <w:rsid w:val="00852B3D"/>
    <w:rsid w:val="0085641C"/>
    <w:rsid w:val="00864E8E"/>
    <w:rsid w:val="008705C4"/>
    <w:rsid w:val="00874079"/>
    <w:rsid w:val="0087451D"/>
    <w:rsid w:val="00874FF5"/>
    <w:rsid w:val="00882CDB"/>
    <w:rsid w:val="00882CFE"/>
    <w:rsid w:val="00883541"/>
    <w:rsid w:val="008849E2"/>
    <w:rsid w:val="00891805"/>
    <w:rsid w:val="008922E6"/>
    <w:rsid w:val="008B461F"/>
    <w:rsid w:val="008B7C72"/>
    <w:rsid w:val="008C232D"/>
    <w:rsid w:val="008C43AB"/>
    <w:rsid w:val="008C4DC3"/>
    <w:rsid w:val="008C76E5"/>
    <w:rsid w:val="008D036B"/>
    <w:rsid w:val="008D1320"/>
    <w:rsid w:val="008D2BCF"/>
    <w:rsid w:val="008D45FA"/>
    <w:rsid w:val="008D5097"/>
    <w:rsid w:val="008E46DE"/>
    <w:rsid w:val="008E4D33"/>
    <w:rsid w:val="008E50C9"/>
    <w:rsid w:val="008F1683"/>
    <w:rsid w:val="008F2BEB"/>
    <w:rsid w:val="008F4692"/>
    <w:rsid w:val="008F5DF4"/>
    <w:rsid w:val="008F7F2B"/>
    <w:rsid w:val="00901965"/>
    <w:rsid w:val="00902A8B"/>
    <w:rsid w:val="0091007B"/>
    <w:rsid w:val="00910F9D"/>
    <w:rsid w:val="0092162E"/>
    <w:rsid w:val="00921969"/>
    <w:rsid w:val="00923A91"/>
    <w:rsid w:val="00930181"/>
    <w:rsid w:val="0094196B"/>
    <w:rsid w:val="009422DC"/>
    <w:rsid w:val="00942EB0"/>
    <w:rsid w:val="00943355"/>
    <w:rsid w:val="0094388F"/>
    <w:rsid w:val="00950CFE"/>
    <w:rsid w:val="00951DE6"/>
    <w:rsid w:val="00961847"/>
    <w:rsid w:val="009631C8"/>
    <w:rsid w:val="009723A9"/>
    <w:rsid w:val="009726D1"/>
    <w:rsid w:val="00977E30"/>
    <w:rsid w:val="00977EE3"/>
    <w:rsid w:val="00980491"/>
    <w:rsid w:val="00983CB0"/>
    <w:rsid w:val="009860CE"/>
    <w:rsid w:val="0099538E"/>
    <w:rsid w:val="00995950"/>
    <w:rsid w:val="009966C2"/>
    <w:rsid w:val="009A2976"/>
    <w:rsid w:val="009A2DBF"/>
    <w:rsid w:val="009A2EAD"/>
    <w:rsid w:val="009A3E51"/>
    <w:rsid w:val="009A5E12"/>
    <w:rsid w:val="009B00A9"/>
    <w:rsid w:val="009B5D5D"/>
    <w:rsid w:val="009B7233"/>
    <w:rsid w:val="009B72B9"/>
    <w:rsid w:val="009C0A6F"/>
    <w:rsid w:val="009C213A"/>
    <w:rsid w:val="009C21DB"/>
    <w:rsid w:val="009C42BF"/>
    <w:rsid w:val="009C7A1F"/>
    <w:rsid w:val="009C7AAC"/>
    <w:rsid w:val="009D7A93"/>
    <w:rsid w:val="009E2199"/>
    <w:rsid w:val="009E3FFC"/>
    <w:rsid w:val="009E6ECA"/>
    <w:rsid w:val="009F36B7"/>
    <w:rsid w:val="009F70D0"/>
    <w:rsid w:val="00A03C50"/>
    <w:rsid w:val="00A077EA"/>
    <w:rsid w:val="00A14B74"/>
    <w:rsid w:val="00A1603C"/>
    <w:rsid w:val="00A31923"/>
    <w:rsid w:val="00A33757"/>
    <w:rsid w:val="00A401B9"/>
    <w:rsid w:val="00A51914"/>
    <w:rsid w:val="00A52E03"/>
    <w:rsid w:val="00A7348C"/>
    <w:rsid w:val="00A73E11"/>
    <w:rsid w:val="00A904B3"/>
    <w:rsid w:val="00A907F9"/>
    <w:rsid w:val="00A93855"/>
    <w:rsid w:val="00A9488E"/>
    <w:rsid w:val="00A95E8C"/>
    <w:rsid w:val="00AA1029"/>
    <w:rsid w:val="00AB1720"/>
    <w:rsid w:val="00AB6790"/>
    <w:rsid w:val="00AC3249"/>
    <w:rsid w:val="00AC3DA5"/>
    <w:rsid w:val="00AD4716"/>
    <w:rsid w:val="00AD57C4"/>
    <w:rsid w:val="00AE142D"/>
    <w:rsid w:val="00AE5215"/>
    <w:rsid w:val="00AE6B3B"/>
    <w:rsid w:val="00AF0DF5"/>
    <w:rsid w:val="00AF2E79"/>
    <w:rsid w:val="00AF71E5"/>
    <w:rsid w:val="00B032C3"/>
    <w:rsid w:val="00B04F94"/>
    <w:rsid w:val="00B06499"/>
    <w:rsid w:val="00B07088"/>
    <w:rsid w:val="00B11291"/>
    <w:rsid w:val="00B11348"/>
    <w:rsid w:val="00B12B46"/>
    <w:rsid w:val="00B133E8"/>
    <w:rsid w:val="00B13D8C"/>
    <w:rsid w:val="00B160A5"/>
    <w:rsid w:val="00B17CE2"/>
    <w:rsid w:val="00B24A07"/>
    <w:rsid w:val="00B3113D"/>
    <w:rsid w:val="00B315EA"/>
    <w:rsid w:val="00B353BA"/>
    <w:rsid w:val="00B43430"/>
    <w:rsid w:val="00B4576D"/>
    <w:rsid w:val="00B47E76"/>
    <w:rsid w:val="00B50783"/>
    <w:rsid w:val="00B5668C"/>
    <w:rsid w:val="00B6369C"/>
    <w:rsid w:val="00B67205"/>
    <w:rsid w:val="00B7194B"/>
    <w:rsid w:val="00B720EB"/>
    <w:rsid w:val="00B72A4A"/>
    <w:rsid w:val="00B7547D"/>
    <w:rsid w:val="00B76FFF"/>
    <w:rsid w:val="00B8193B"/>
    <w:rsid w:val="00B86146"/>
    <w:rsid w:val="00B94891"/>
    <w:rsid w:val="00B95C43"/>
    <w:rsid w:val="00B9602D"/>
    <w:rsid w:val="00B9710C"/>
    <w:rsid w:val="00BA0248"/>
    <w:rsid w:val="00BA0EED"/>
    <w:rsid w:val="00BA4C74"/>
    <w:rsid w:val="00BA55B8"/>
    <w:rsid w:val="00BC078F"/>
    <w:rsid w:val="00BC7719"/>
    <w:rsid w:val="00BD00B9"/>
    <w:rsid w:val="00BD51F0"/>
    <w:rsid w:val="00BE19CB"/>
    <w:rsid w:val="00BF4305"/>
    <w:rsid w:val="00BF4F5E"/>
    <w:rsid w:val="00BF5D12"/>
    <w:rsid w:val="00BF706C"/>
    <w:rsid w:val="00C00042"/>
    <w:rsid w:val="00C152AD"/>
    <w:rsid w:val="00C26376"/>
    <w:rsid w:val="00C319C8"/>
    <w:rsid w:val="00C36566"/>
    <w:rsid w:val="00C366DE"/>
    <w:rsid w:val="00C40CD9"/>
    <w:rsid w:val="00C41DA2"/>
    <w:rsid w:val="00C4316F"/>
    <w:rsid w:val="00C431F3"/>
    <w:rsid w:val="00C46337"/>
    <w:rsid w:val="00C5151E"/>
    <w:rsid w:val="00C5340D"/>
    <w:rsid w:val="00C55C6E"/>
    <w:rsid w:val="00C62251"/>
    <w:rsid w:val="00C6560F"/>
    <w:rsid w:val="00C707BF"/>
    <w:rsid w:val="00C712AA"/>
    <w:rsid w:val="00C7491F"/>
    <w:rsid w:val="00C7774E"/>
    <w:rsid w:val="00C80CC9"/>
    <w:rsid w:val="00C8787C"/>
    <w:rsid w:val="00C87CE1"/>
    <w:rsid w:val="00C902A5"/>
    <w:rsid w:val="00C90C5D"/>
    <w:rsid w:val="00C92110"/>
    <w:rsid w:val="00C93087"/>
    <w:rsid w:val="00C96459"/>
    <w:rsid w:val="00CA2B91"/>
    <w:rsid w:val="00CA2F1C"/>
    <w:rsid w:val="00CA4530"/>
    <w:rsid w:val="00CB06CE"/>
    <w:rsid w:val="00CB2DD3"/>
    <w:rsid w:val="00CB6537"/>
    <w:rsid w:val="00CC32FF"/>
    <w:rsid w:val="00CC34CF"/>
    <w:rsid w:val="00CC3FD7"/>
    <w:rsid w:val="00CC55A3"/>
    <w:rsid w:val="00CC7CE1"/>
    <w:rsid w:val="00CE5404"/>
    <w:rsid w:val="00CE75F0"/>
    <w:rsid w:val="00CF5F40"/>
    <w:rsid w:val="00CF7413"/>
    <w:rsid w:val="00D010D5"/>
    <w:rsid w:val="00D15BC2"/>
    <w:rsid w:val="00D22FE0"/>
    <w:rsid w:val="00D247D0"/>
    <w:rsid w:val="00D32D98"/>
    <w:rsid w:val="00D36592"/>
    <w:rsid w:val="00D40DE8"/>
    <w:rsid w:val="00D435CD"/>
    <w:rsid w:val="00D448AE"/>
    <w:rsid w:val="00D4765F"/>
    <w:rsid w:val="00D561C7"/>
    <w:rsid w:val="00D63638"/>
    <w:rsid w:val="00D700AD"/>
    <w:rsid w:val="00D74FA6"/>
    <w:rsid w:val="00D75355"/>
    <w:rsid w:val="00D75EF5"/>
    <w:rsid w:val="00D760EB"/>
    <w:rsid w:val="00D76B41"/>
    <w:rsid w:val="00D77E01"/>
    <w:rsid w:val="00D81937"/>
    <w:rsid w:val="00D909F8"/>
    <w:rsid w:val="00D912FD"/>
    <w:rsid w:val="00D91C6B"/>
    <w:rsid w:val="00D92792"/>
    <w:rsid w:val="00DA0B3F"/>
    <w:rsid w:val="00DA2037"/>
    <w:rsid w:val="00DA36EC"/>
    <w:rsid w:val="00DA4869"/>
    <w:rsid w:val="00DA4FA1"/>
    <w:rsid w:val="00DA508F"/>
    <w:rsid w:val="00DB4052"/>
    <w:rsid w:val="00DB6792"/>
    <w:rsid w:val="00DB7A21"/>
    <w:rsid w:val="00DC05AA"/>
    <w:rsid w:val="00DD0C3E"/>
    <w:rsid w:val="00DD0E98"/>
    <w:rsid w:val="00DD39D7"/>
    <w:rsid w:val="00DE6F46"/>
    <w:rsid w:val="00DE7874"/>
    <w:rsid w:val="00DF2E2C"/>
    <w:rsid w:val="00DF6D86"/>
    <w:rsid w:val="00E04D7E"/>
    <w:rsid w:val="00E1211F"/>
    <w:rsid w:val="00E12387"/>
    <w:rsid w:val="00E137CD"/>
    <w:rsid w:val="00E166D8"/>
    <w:rsid w:val="00E20BB2"/>
    <w:rsid w:val="00E218EE"/>
    <w:rsid w:val="00E223B1"/>
    <w:rsid w:val="00E2633F"/>
    <w:rsid w:val="00E32577"/>
    <w:rsid w:val="00E32C0C"/>
    <w:rsid w:val="00E34567"/>
    <w:rsid w:val="00E354A2"/>
    <w:rsid w:val="00E46B0E"/>
    <w:rsid w:val="00E501B1"/>
    <w:rsid w:val="00E51617"/>
    <w:rsid w:val="00E54E07"/>
    <w:rsid w:val="00E5598F"/>
    <w:rsid w:val="00E60147"/>
    <w:rsid w:val="00E66511"/>
    <w:rsid w:val="00E70790"/>
    <w:rsid w:val="00E80268"/>
    <w:rsid w:val="00E90DDD"/>
    <w:rsid w:val="00E96DBC"/>
    <w:rsid w:val="00EA279D"/>
    <w:rsid w:val="00EA45EE"/>
    <w:rsid w:val="00EA7D32"/>
    <w:rsid w:val="00EB03BB"/>
    <w:rsid w:val="00EB4D78"/>
    <w:rsid w:val="00EB7C5D"/>
    <w:rsid w:val="00EC1034"/>
    <w:rsid w:val="00EC63F4"/>
    <w:rsid w:val="00EC6C5F"/>
    <w:rsid w:val="00ED095A"/>
    <w:rsid w:val="00ED1F64"/>
    <w:rsid w:val="00ED52D4"/>
    <w:rsid w:val="00ED731D"/>
    <w:rsid w:val="00EE597C"/>
    <w:rsid w:val="00EE5DDF"/>
    <w:rsid w:val="00EE6320"/>
    <w:rsid w:val="00EF13E9"/>
    <w:rsid w:val="00EF27D0"/>
    <w:rsid w:val="00EF43AD"/>
    <w:rsid w:val="00EF4A8D"/>
    <w:rsid w:val="00EF614B"/>
    <w:rsid w:val="00F11629"/>
    <w:rsid w:val="00F203B3"/>
    <w:rsid w:val="00F23A92"/>
    <w:rsid w:val="00F27358"/>
    <w:rsid w:val="00F2765B"/>
    <w:rsid w:val="00F353FB"/>
    <w:rsid w:val="00F35AAC"/>
    <w:rsid w:val="00F40393"/>
    <w:rsid w:val="00F47DAE"/>
    <w:rsid w:val="00F56384"/>
    <w:rsid w:val="00F6168E"/>
    <w:rsid w:val="00F6420F"/>
    <w:rsid w:val="00F706F6"/>
    <w:rsid w:val="00F73E0E"/>
    <w:rsid w:val="00F75C85"/>
    <w:rsid w:val="00F77C91"/>
    <w:rsid w:val="00F80726"/>
    <w:rsid w:val="00F80A87"/>
    <w:rsid w:val="00F84EA4"/>
    <w:rsid w:val="00F90815"/>
    <w:rsid w:val="00F911B0"/>
    <w:rsid w:val="00F95CA4"/>
    <w:rsid w:val="00F9607A"/>
    <w:rsid w:val="00FA201B"/>
    <w:rsid w:val="00FA6768"/>
    <w:rsid w:val="00FB3DCB"/>
    <w:rsid w:val="00FC0E0B"/>
    <w:rsid w:val="00FC1A05"/>
    <w:rsid w:val="00FC3D7E"/>
    <w:rsid w:val="00FE0396"/>
    <w:rsid w:val="00FE7BC1"/>
    <w:rsid w:val="00FF06BF"/>
    <w:rsid w:val="00FF2DEE"/>
    <w:rsid w:val="00FF3147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57D777"/>
  <w14:defaultImageDpi w14:val="0"/>
  <w15:docId w15:val="{BAF0C454-DCA9-4226-8A2F-9C2F9B141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11207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94891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3257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56FC5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F1162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8E50C9"/>
    <w:pPr>
      <w:keepNext/>
      <w:framePr w:wrap="auto" w:vAnchor="page" w:hAnchor="page" w:x="993" w:y="568"/>
      <w:tabs>
        <w:tab w:val="num" w:pos="1008"/>
      </w:tabs>
      <w:autoSpaceDE w:val="0"/>
      <w:autoSpaceDN w:val="0"/>
      <w:spacing w:before="113" w:after="0" w:line="240" w:lineRule="auto"/>
      <w:ind w:left="1008" w:hanging="1008"/>
      <w:jc w:val="center"/>
      <w:outlineLvl w:val="4"/>
    </w:pPr>
    <w:rPr>
      <w:rFonts w:ascii="Arial" w:eastAsia="Times New Roman" w:hAnsi="Arial" w:cs="Arial"/>
      <w:b/>
      <w:bCs/>
      <w:lang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8E50C9"/>
    <w:pPr>
      <w:keepNext/>
      <w:framePr w:w="9707" w:h="12191" w:hSpace="181" w:wrap="auto" w:vAnchor="text" w:hAnchor="page" w:x="1453" w:y="2003"/>
      <w:tabs>
        <w:tab w:val="num" w:pos="1152"/>
      </w:tabs>
      <w:autoSpaceDE w:val="0"/>
      <w:autoSpaceDN w:val="0"/>
      <w:spacing w:after="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8E50C9"/>
    <w:pPr>
      <w:keepNext/>
      <w:framePr w:wrap="auto" w:vAnchor="page" w:hAnchor="page" w:x="993" w:y="568"/>
      <w:tabs>
        <w:tab w:val="num" w:pos="1296"/>
      </w:tabs>
      <w:autoSpaceDE w:val="0"/>
      <w:autoSpaceDN w:val="0"/>
      <w:spacing w:before="100" w:after="0" w:line="240" w:lineRule="auto"/>
      <w:ind w:left="1296" w:hanging="1296"/>
      <w:jc w:val="center"/>
      <w:outlineLvl w:val="6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8E50C9"/>
    <w:pPr>
      <w:keepNext/>
      <w:tabs>
        <w:tab w:val="num" w:pos="1440"/>
      </w:tabs>
      <w:autoSpaceDE w:val="0"/>
      <w:autoSpaceDN w:val="0"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8E50C9"/>
    <w:pPr>
      <w:keepNext/>
      <w:tabs>
        <w:tab w:val="num" w:pos="1584"/>
      </w:tabs>
      <w:autoSpaceDE w:val="0"/>
      <w:autoSpaceDN w:val="0"/>
      <w:spacing w:after="0" w:line="240" w:lineRule="auto"/>
      <w:ind w:left="1584" w:hanging="1584"/>
      <w:jc w:val="center"/>
      <w:outlineLvl w:val="8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B94891"/>
    <w:rPr>
      <w:rFonts w:ascii="Calibri Light" w:hAnsi="Calibri Light"/>
      <w:color w:val="2E74B5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32577"/>
    <w:rPr>
      <w:rFonts w:ascii="Calibri Light" w:hAnsi="Calibri Light"/>
      <w:color w:val="2E74B5"/>
      <w:sz w:val="26"/>
    </w:rPr>
  </w:style>
  <w:style w:type="character" w:customStyle="1" w:styleId="Nadpis3Char">
    <w:name w:val="Nadpis 3 Char"/>
    <w:link w:val="Nadpis3"/>
    <w:uiPriority w:val="99"/>
    <w:locked/>
    <w:rsid w:val="00156FC5"/>
    <w:rPr>
      <w:rFonts w:ascii="Times New Roman" w:hAnsi="Times New Roman"/>
      <w:sz w:val="20"/>
      <w:lang w:val="x-none" w:eastAsia="cs-CZ"/>
    </w:rPr>
  </w:style>
  <w:style w:type="character" w:customStyle="1" w:styleId="Nadpis4Char">
    <w:name w:val="Nadpis 4 Char"/>
    <w:link w:val="Nadpis4"/>
    <w:uiPriority w:val="99"/>
    <w:locked/>
    <w:rsid w:val="00F11629"/>
    <w:rPr>
      <w:rFonts w:ascii="Times New Roman" w:hAnsi="Times New Roman"/>
      <w:b/>
      <w:sz w:val="28"/>
      <w:lang w:val="x-none" w:eastAsia="cs-CZ"/>
    </w:rPr>
  </w:style>
  <w:style w:type="character" w:customStyle="1" w:styleId="Nadpis5Char">
    <w:name w:val="Nadpis 5 Char"/>
    <w:link w:val="Nadpis5"/>
    <w:uiPriority w:val="99"/>
    <w:locked/>
    <w:rsid w:val="008E50C9"/>
    <w:rPr>
      <w:rFonts w:ascii="Arial" w:hAnsi="Arial"/>
      <w:b/>
      <w:lang w:val="x-none" w:eastAsia="cs-CZ"/>
    </w:rPr>
  </w:style>
  <w:style w:type="character" w:customStyle="1" w:styleId="Nadpis6Char">
    <w:name w:val="Nadpis 6 Char"/>
    <w:link w:val="Nadpis6"/>
    <w:uiPriority w:val="99"/>
    <w:locked/>
    <w:rsid w:val="008E50C9"/>
    <w:rPr>
      <w:rFonts w:ascii="Arial" w:hAnsi="Arial"/>
      <w:b/>
      <w:sz w:val="18"/>
      <w:lang w:val="x-none" w:eastAsia="cs-CZ"/>
    </w:rPr>
  </w:style>
  <w:style w:type="character" w:customStyle="1" w:styleId="Nadpis7Char">
    <w:name w:val="Nadpis 7 Char"/>
    <w:link w:val="Nadpis7"/>
    <w:uiPriority w:val="99"/>
    <w:locked/>
    <w:rsid w:val="008E50C9"/>
    <w:rPr>
      <w:rFonts w:ascii="Arial" w:hAnsi="Arial"/>
      <w:b/>
      <w:sz w:val="16"/>
      <w:lang w:val="x-none" w:eastAsia="cs-CZ"/>
    </w:rPr>
  </w:style>
  <w:style w:type="character" w:customStyle="1" w:styleId="Nadpis8Char">
    <w:name w:val="Nadpis 8 Char"/>
    <w:link w:val="Nadpis8"/>
    <w:uiPriority w:val="99"/>
    <w:locked/>
    <w:rsid w:val="008E50C9"/>
    <w:rPr>
      <w:rFonts w:ascii="Arial" w:hAnsi="Arial"/>
      <w:b/>
      <w:sz w:val="16"/>
      <w:lang w:val="x-none" w:eastAsia="cs-CZ"/>
    </w:rPr>
  </w:style>
  <w:style w:type="character" w:customStyle="1" w:styleId="Nadpis9Char">
    <w:name w:val="Nadpis 9 Char"/>
    <w:link w:val="Nadpis9"/>
    <w:uiPriority w:val="99"/>
    <w:locked/>
    <w:rsid w:val="008E50C9"/>
    <w:rPr>
      <w:rFonts w:ascii="Arial" w:hAnsi="Arial"/>
      <w:b/>
      <w:sz w:val="16"/>
      <w:lang w:val="x-none" w:eastAsia="cs-CZ"/>
    </w:rPr>
  </w:style>
  <w:style w:type="paragraph" w:styleId="Hlavika">
    <w:name w:val="header"/>
    <w:basedOn w:val="Normlny"/>
    <w:link w:val="HlavikaChar"/>
    <w:uiPriority w:val="99"/>
    <w:rsid w:val="00036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036094"/>
    <w:rPr>
      <w:rFonts w:cs="Times New Roman"/>
    </w:rPr>
  </w:style>
  <w:style w:type="paragraph" w:styleId="Pta">
    <w:name w:val="footer"/>
    <w:basedOn w:val="Normlny"/>
    <w:link w:val="PtaChar"/>
    <w:uiPriority w:val="99"/>
    <w:rsid w:val="00036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036094"/>
    <w:rPr>
      <w:rFonts w:cs="Times New Roman"/>
    </w:rPr>
  </w:style>
  <w:style w:type="character" w:styleId="Zstupntext">
    <w:name w:val="Placeholder Text"/>
    <w:uiPriority w:val="99"/>
    <w:semiHidden/>
    <w:rsid w:val="005A1746"/>
    <w:rPr>
      <w:color w:val="808080"/>
    </w:rPr>
  </w:style>
  <w:style w:type="table" w:styleId="Mriekatabuky">
    <w:name w:val="Table Grid"/>
    <w:basedOn w:val="Normlnatabuka"/>
    <w:uiPriority w:val="99"/>
    <w:rsid w:val="005A1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rsid w:val="00A401B9"/>
    <w:rPr>
      <w:rFonts w:cs="Times New Roman"/>
      <w:color w:val="0563C1"/>
      <w:u w:val="single"/>
    </w:rPr>
  </w:style>
  <w:style w:type="paragraph" w:styleId="Odsekzoznamu">
    <w:name w:val="List Paragraph"/>
    <w:basedOn w:val="Normlny"/>
    <w:uiPriority w:val="99"/>
    <w:qFormat/>
    <w:rsid w:val="00A904B3"/>
    <w:pPr>
      <w:ind w:left="720"/>
      <w:contextualSpacing/>
    </w:pPr>
  </w:style>
  <w:style w:type="paragraph" w:customStyle="1" w:styleId="Uslo">
    <w:name w:val="U_číslo"/>
    <w:basedOn w:val="Normlny"/>
    <w:next w:val="Normlny"/>
    <w:uiPriority w:val="99"/>
    <w:rsid w:val="006D03FC"/>
    <w:pPr>
      <w:spacing w:before="720" w:after="0" w:line="240" w:lineRule="auto"/>
      <w:jc w:val="center"/>
    </w:pPr>
    <w:rPr>
      <w:rFonts w:ascii="Arial Narrow" w:eastAsia="Times New Roman" w:hAnsi="Arial Narrow"/>
      <w:sz w:val="44"/>
      <w:szCs w:val="20"/>
      <w:lang w:val="cs-CZ" w:eastAsia="cs-CZ"/>
    </w:rPr>
  </w:style>
  <w:style w:type="paragraph" w:customStyle="1" w:styleId="Unzev">
    <w:name w:val="U_název"/>
    <w:basedOn w:val="Normlny"/>
    <w:uiPriority w:val="99"/>
    <w:rsid w:val="006D03FC"/>
    <w:pPr>
      <w:spacing w:before="240" w:after="0" w:line="240" w:lineRule="auto"/>
      <w:jc w:val="center"/>
    </w:pPr>
    <w:rPr>
      <w:rFonts w:ascii="Arial Narrow" w:eastAsia="Times New Roman" w:hAnsi="Arial Narrow"/>
      <w:caps/>
      <w:sz w:val="44"/>
      <w:szCs w:val="20"/>
      <w:lang w:val="cs-CZ" w:eastAsia="cs-CZ"/>
    </w:rPr>
  </w:style>
  <w:style w:type="paragraph" w:customStyle="1" w:styleId="Utyp">
    <w:name w:val="U_typ"/>
    <w:basedOn w:val="Normlny"/>
    <w:uiPriority w:val="99"/>
    <w:rsid w:val="006D03FC"/>
    <w:pPr>
      <w:spacing w:before="4680" w:after="0" w:line="240" w:lineRule="auto"/>
      <w:jc w:val="center"/>
    </w:pPr>
    <w:rPr>
      <w:rFonts w:ascii="Arial" w:eastAsia="Times New Roman" w:hAnsi="Arial"/>
      <w:caps/>
      <w:sz w:val="84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3F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F3400"/>
    <w:rPr>
      <w:rFonts w:ascii="Tahoma" w:hAnsi="Tahoma"/>
      <w:sz w:val="16"/>
    </w:rPr>
  </w:style>
  <w:style w:type="paragraph" w:styleId="Zkladntext2">
    <w:name w:val="Body Text 2"/>
    <w:basedOn w:val="Normlny"/>
    <w:link w:val="Zkladntext2Char"/>
    <w:uiPriority w:val="99"/>
    <w:rsid w:val="00FB3DCB"/>
    <w:pPr>
      <w:spacing w:after="0" w:line="240" w:lineRule="auto"/>
      <w:jc w:val="center"/>
    </w:pPr>
    <w:rPr>
      <w:rFonts w:ascii="Times New Roman" w:eastAsia="Times New Roman" w:hAnsi="Times New Roman"/>
      <w:b/>
      <w:sz w:val="44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locked/>
    <w:rsid w:val="00FB3DCB"/>
    <w:rPr>
      <w:rFonts w:ascii="Times New Roman" w:hAnsi="Times New Roman"/>
      <w:b/>
      <w:sz w:val="20"/>
      <w:lang w:val="x-none" w:eastAsia="cs-CZ"/>
    </w:rPr>
  </w:style>
  <w:style w:type="paragraph" w:styleId="Zkladntext">
    <w:name w:val="Body Text"/>
    <w:basedOn w:val="Normlny"/>
    <w:link w:val="ZkladntextChar"/>
    <w:uiPriority w:val="99"/>
    <w:rsid w:val="005A07A0"/>
    <w:pPr>
      <w:spacing w:after="120"/>
    </w:pPr>
  </w:style>
  <w:style w:type="character" w:customStyle="1" w:styleId="ZkladntextChar">
    <w:name w:val="Základný text Char"/>
    <w:link w:val="Zkladntext"/>
    <w:uiPriority w:val="99"/>
    <w:locked/>
    <w:rsid w:val="005A07A0"/>
    <w:rPr>
      <w:rFonts w:cs="Times New Roman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4465F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4465FF"/>
    <w:rPr>
      <w:rFonts w:cs="Times New Roman"/>
    </w:rPr>
  </w:style>
  <w:style w:type="character" w:customStyle="1" w:styleId="tlArial">
    <w:name w:val="Štýl Arial"/>
    <w:uiPriority w:val="99"/>
    <w:rsid w:val="004465FF"/>
    <w:rPr>
      <w:rFonts w:ascii="Verdana" w:hAnsi="Verdana"/>
      <w:sz w:val="22"/>
    </w:rPr>
  </w:style>
  <w:style w:type="character" w:styleId="Odkaznakomentr">
    <w:name w:val="annotation reference"/>
    <w:uiPriority w:val="99"/>
    <w:semiHidden/>
    <w:rsid w:val="005F5100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5F51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5F5100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F5100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5F5100"/>
    <w:rPr>
      <w:b/>
      <w:sz w:val="20"/>
    </w:rPr>
  </w:style>
  <w:style w:type="paragraph" w:styleId="Oznaitext">
    <w:name w:val="Block Text"/>
    <w:basedOn w:val="Normlny"/>
    <w:uiPriority w:val="99"/>
    <w:rsid w:val="0094388F"/>
    <w:pPr>
      <w:spacing w:after="0" w:line="240" w:lineRule="auto"/>
      <w:ind w:left="567" w:right="-1"/>
    </w:pPr>
    <w:rPr>
      <w:rFonts w:ascii="Arial" w:eastAsia="Times New Roman" w:hAnsi="Arial" w:cs="Arial"/>
      <w:sz w:val="24"/>
      <w:szCs w:val="24"/>
      <w:lang w:val="cs-CZ" w:eastAsia="cs-CZ"/>
    </w:rPr>
  </w:style>
  <w:style w:type="paragraph" w:customStyle="1" w:styleId="odsazeny">
    <w:name w:val="odsazeny"/>
    <w:basedOn w:val="Normlny"/>
    <w:autoRedefine/>
    <w:uiPriority w:val="99"/>
    <w:rsid w:val="0010441E"/>
    <w:pPr>
      <w:tabs>
        <w:tab w:val="left" w:pos="9356"/>
        <w:tab w:val="left" w:pos="9498"/>
      </w:tabs>
      <w:spacing w:after="0" w:line="240" w:lineRule="auto"/>
      <w:ind w:left="360" w:right="531"/>
      <w:jc w:val="both"/>
    </w:pPr>
    <w:rPr>
      <w:rFonts w:ascii="Arial" w:eastAsia="Times New Roman" w:hAnsi="Arial" w:cs="Arial"/>
      <w:lang w:eastAsia="cs-CZ"/>
    </w:rPr>
  </w:style>
  <w:style w:type="paragraph" w:styleId="Zkladntext3">
    <w:name w:val="Body Text 3"/>
    <w:basedOn w:val="Normlny"/>
    <w:link w:val="Zkladntext3Char"/>
    <w:uiPriority w:val="99"/>
    <w:rsid w:val="00020D5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locked/>
    <w:rsid w:val="00020D55"/>
    <w:rPr>
      <w:sz w:val="16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D92792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D92792"/>
    <w:rPr>
      <w:rFonts w:cs="Times New Roman"/>
    </w:rPr>
  </w:style>
  <w:style w:type="paragraph" w:customStyle="1" w:styleId="Sprava">
    <w:name w:val="Sprava"/>
    <w:basedOn w:val="Normlny"/>
    <w:uiPriority w:val="99"/>
    <w:rsid w:val="00F1162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F1162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ObyajntextChar">
    <w:name w:val="Obyčajný text Char"/>
    <w:link w:val="Obyajntext"/>
    <w:uiPriority w:val="99"/>
    <w:locked/>
    <w:rsid w:val="00F11629"/>
    <w:rPr>
      <w:rFonts w:ascii="Times New Roman" w:hAnsi="Times New Roman"/>
      <w:sz w:val="20"/>
      <w:lang w:val="x-none" w:eastAsia="cs-CZ"/>
    </w:rPr>
  </w:style>
  <w:style w:type="paragraph" w:customStyle="1" w:styleId="Nadpis">
    <w:name w:val="Nadpis"/>
    <w:basedOn w:val="Normlny"/>
    <w:link w:val="NadpisChar"/>
    <w:uiPriority w:val="99"/>
    <w:rsid w:val="00F11629"/>
    <w:pPr>
      <w:spacing w:after="0" w:line="240" w:lineRule="auto"/>
    </w:pPr>
    <w:rPr>
      <w:rFonts w:ascii="Tms Rmn" w:hAnsi="Tms Rmn"/>
      <w:sz w:val="20"/>
      <w:szCs w:val="20"/>
      <w:lang w:eastAsia="cs-CZ"/>
    </w:rPr>
  </w:style>
  <w:style w:type="paragraph" w:customStyle="1" w:styleId="Odstavec">
    <w:name w:val="Odstavec"/>
    <w:basedOn w:val="Normlny"/>
    <w:uiPriority w:val="99"/>
    <w:rsid w:val="00F1162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31">
    <w:name w:val="Základný text 31"/>
    <w:basedOn w:val="Normlny"/>
    <w:uiPriority w:val="99"/>
    <w:rsid w:val="00F1162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Char">
    <w:name w:val="Nadpis Char"/>
    <w:link w:val="Nadpis"/>
    <w:uiPriority w:val="99"/>
    <w:locked/>
    <w:rsid w:val="00F11629"/>
    <w:rPr>
      <w:rFonts w:ascii="Tms Rmn" w:hAnsi="Tms Rmn"/>
      <w:sz w:val="20"/>
      <w:lang w:val="x-none" w:eastAsia="cs-CZ"/>
    </w:rPr>
  </w:style>
  <w:style w:type="paragraph" w:customStyle="1" w:styleId="Text">
    <w:name w:val="Text"/>
    <w:basedOn w:val="Normlny"/>
    <w:uiPriority w:val="99"/>
    <w:rsid w:val="00F11629"/>
    <w:pPr>
      <w:spacing w:after="0" w:line="240" w:lineRule="auto"/>
      <w:ind w:firstLine="510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rsid w:val="00205A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uiPriority w:val="99"/>
    <w:rsid w:val="00205AC6"/>
  </w:style>
  <w:style w:type="paragraph" w:styleId="Zarkazkladnhotextu3">
    <w:name w:val="Body Text Indent 3"/>
    <w:basedOn w:val="Normlny"/>
    <w:link w:val="Zarkazkladnhotextu3Char"/>
    <w:uiPriority w:val="99"/>
    <w:semiHidden/>
    <w:rsid w:val="008E50C9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8E50C9"/>
    <w:rPr>
      <w:sz w:val="16"/>
    </w:rPr>
  </w:style>
  <w:style w:type="paragraph" w:customStyle="1" w:styleId="Zkladntext32">
    <w:name w:val="Základný text 32"/>
    <w:basedOn w:val="Normlny"/>
    <w:uiPriority w:val="99"/>
    <w:rsid w:val="003927E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Odstavec1">
    <w:name w:val="Odstavec1"/>
    <w:basedOn w:val="Normlny"/>
    <w:uiPriority w:val="99"/>
    <w:rsid w:val="003927E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7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&#225;&#353;\Desktop\hela%20vizual\Dokument%20HW%20engineer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Dokument HW engineering.dotx</Template>
  <TotalTime>260</TotalTime>
  <Pages>1</Pages>
  <Words>47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VSE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Zla</dc:creator>
  <cp:keywords/>
  <dc:description/>
  <cp:lastModifiedBy>Pc</cp:lastModifiedBy>
  <cp:revision>16</cp:revision>
  <cp:lastPrinted>2016-01-05T18:33:00Z</cp:lastPrinted>
  <dcterms:created xsi:type="dcterms:W3CDTF">2019-08-02T09:07:00Z</dcterms:created>
  <dcterms:modified xsi:type="dcterms:W3CDTF">2023-10-21T09:20:00Z</dcterms:modified>
</cp:coreProperties>
</file>